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AA6828" w:rsidP="00AA6828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Mason - </w:t>
            </w:r>
            <w:r w:rsidR="00AE3954">
              <w:rPr>
                <w:rFonts w:asciiTheme="majorHAnsi" w:hAnsiTheme="majorHAnsi" w:cs="Times New Roman"/>
                <w:sz w:val="20"/>
              </w:rPr>
              <w:t>Hannan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AE3954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AE3954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23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AE3954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28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AE3954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23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AE3954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82.1%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78.3%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78.3%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82.6%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78.3%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23"/>
        <w:gridCol w:w="786"/>
        <w:gridCol w:w="786"/>
        <w:gridCol w:w="644"/>
        <w:gridCol w:w="711"/>
        <w:gridCol w:w="711"/>
        <w:gridCol w:w="786"/>
        <w:gridCol w:w="715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396" w:type="pct"/>
          </w:tcPr>
          <w:p w:rsidR="00CE3AB1" w:rsidRPr="006E7165" w:rsidRDefault="00AE3954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528" w:type="pct"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396" w:type="pct"/>
          </w:tcPr>
          <w:p w:rsidR="00CE3AB1" w:rsidRPr="006E7165" w:rsidRDefault="00AE3954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528" w:type="pct"/>
            <w:vAlign w:val="center"/>
          </w:tcPr>
          <w:p w:rsidR="00CE3AB1" w:rsidRPr="006E7165" w:rsidRDefault="00AE3954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AE3954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4.3%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AE3954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95.7%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73.9%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60.9%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2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73.9%</w:t>
            </w:r>
          </w:p>
        </w:tc>
        <w:tc>
          <w:tcPr>
            <w:tcW w:w="48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7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69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0B6386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65.2%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43.5%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74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8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61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74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6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0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66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42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4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93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6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42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56.5%</w:t>
            </w:r>
          </w:p>
        </w:tc>
        <w:tc>
          <w:tcPr>
            <w:tcW w:w="4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93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6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42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4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593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66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42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4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93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214B57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666" w:type="pct"/>
            <w:vAlign w:val="center"/>
          </w:tcPr>
          <w:p w:rsidR="00214B57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426" w:type="pct"/>
            <w:vAlign w:val="center"/>
          </w:tcPr>
          <w:p w:rsidR="00214B57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478" w:type="pct"/>
            <w:vAlign w:val="center"/>
          </w:tcPr>
          <w:p w:rsidR="00214B57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93" w:type="pct"/>
            <w:vAlign w:val="center"/>
          </w:tcPr>
          <w:p w:rsidR="00214B57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01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66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426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478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593" w:type="pct"/>
            <w:vAlign w:val="center"/>
          </w:tcPr>
          <w:p w:rsidR="00EF19D8" w:rsidRPr="00B37E4B" w:rsidRDefault="00AE395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AA68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AA6828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34.8%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52.2%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17.4%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26.1%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81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652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9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39.1%</w:t>
            </w:r>
          </w:p>
        </w:tc>
        <w:tc>
          <w:tcPr>
            <w:tcW w:w="577" w:type="pct"/>
          </w:tcPr>
          <w:p w:rsidR="00C549CB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F0440E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381" w:type="pct"/>
          </w:tcPr>
          <w:p w:rsidR="00F0440E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455" w:type="pct"/>
          </w:tcPr>
          <w:p w:rsidR="00F0440E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  <w:tc>
          <w:tcPr>
            <w:tcW w:w="652" w:type="pct"/>
          </w:tcPr>
          <w:p w:rsidR="00F0440E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47.8%</w:t>
            </w:r>
          </w:p>
        </w:tc>
        <w:tc>
          <w:tcPr>
            <w:tcW w:w="579" w:type="pct"/>
          </w:tcPr>
          <w:p w:rsidR="00F0440E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</w:tcPr>
          <w:p w:rsidR="00F0440E" w:rsidRPr="00B37E4B" w:rsidRDefault="00AE395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AE3954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4.3%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AE395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1143" w:type="dxa"/>
            <w:noWrap/>
          </w:tcPr>
          <w:p w:rsidR="00B37E4B" w:rsidRPr="00B37E4B" w:rsidRDefault="00AE395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1063" w:type="dxa"/>
            <w:noWrap/>
          </w:tcPr>
          <w:p w:rsidR="00B37E4B" w:rsidRPr="00B37E4B" w:rsidRDefault="00AE395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983" w:type="dxa"/>
            <w:noWrap/>
          </w:tcPr>
          <w:p w:rsidR="00B37E4B" w:rsidRPr="00B37E4B" w:rsidRDefault="00AE395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1258" w:type="dxa"/>
          </w:tcPr>
          <w:p w:rsidR="00B37E4B" w:rsidRPr="00B37E4B" w:rsidRDefault="00AE395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CA34A9" w:rsidRPr="00B37E4B" w:rsidRDefault="00CA34A9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78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47.8%</w:t>
            </w:r>
          </w:p>
        </w:tc>
        <w:tc>
          <w:tcPr>
            <w:tcW w:w="544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43.5%</w:t>
            </w:r>
          </w:p>
        </w:tc>
        <w:tc>
          <w:tcPr>
            <w:tcW w:w="607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AE395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78" w:type="pct"/>
          </w:tcPr>
          <w:p w:rsidR="006C05CF" w:rsidRPr="006E7165" w:rsidRDefault="00AE395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77" w:type="pct"/>
          </w:tcPr>
          <w:p w:rsidR="006C05CF" w:rsidRPr="006E7165" w:rsidRDefault="00AE395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AE395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52.2%</w:t>
            </w:r>
          </w:p>
        </w:tc>
        <w:tc>
          <w:tcPr>
            <w:tcW w:w="544" w:type="pct"/>
          </w:tcPr>
          <w:p w:rsidR="006C05CF" w:rsidRPr="006E7165" w:rsidRDefault="00AE395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607" w:type="pct"/>
          </w:tcPr>
          <w:p w:rsidR="006C05CF" w:rsidRPr="006E7165" w:rsidRDefault="00AE395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78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577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34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52.2%</w:t>
            </w:r>
          </w:p>
        </w:tc>
        <w:tc>
          <w:tcPr>
            <w:tcW w:w="544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607" w:type="pct"/>
          </w:tcPr>
          <w:p w:rsidR="00C549CB" w:rsidRPr="006E7165" w:rsidRDefault="00AE395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47.8%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47.8%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43.5%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39.1%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47.8%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52.2%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43.5%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43.5%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575" w:type="pct"/>
            <w:vAlign w:val="center"/>
          </w:tcPr>
          <w:p w:rsidR="006C05CF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39.1%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28" w:type="pct"/>
            <w:vAlign w:val="center"/>
          </w:tcPr>
          <w:p w:rsidR="00E92B3E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47.8%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E92B3E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39.1%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AE4F40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28" w:type="pct"/>
            <w:vAlign w:val="center"/>
          </w:tcPr>
          <w:p w:rsidR="00AE4F40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28" w:type="pct"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34.8%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17.4%</w:t>
            </w:r>
          </w:p>
        </w:tc>
        <w:tc>
          <w:tcPr>
            <w:tcW w:w="528" w:type="pct"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39.1%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8.7%</w:t>
            </w:r>
          </w:p>
        </w:tc>
        <w:tc>
          <w:tcPr>
            <w:tcW w:w="528" w:type="pct"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28" w:type="pct"/>
            <w:vAlign w:val="center"/>
          </w:tcPr>
          <w:p w:rsidR="00C549CB" w:rsidRPr="006E7165" w:rsidRDefault="00AE395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E395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E395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26.1%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E395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E395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4.3%</w:t>
            </w:r>
          </w:p>
        </w:tc>
        <w:tc>
          <w:tcPr>
            <w:tcW w:w="528" w:type="pct"/>
            <w:vAlign w:val="center"/>
          </w:tcPr>
          <w:p w:rsidR="00C549CB" w:rsidRPr="006E7165" w:rsidRDefault="00AE395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13.0%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AAD" w:rsidRDefault="008B3AAD" w:rsidP="0035328A">
      <w:pPr>
        <w:spacing w:after="0" w:line="240" w:lineRule="auto"/>
      </w:pPr>
      <w:r>
        <w:separator/>
      </w:r>
    </w:p>
  </w:endnote>
  <w:endnote w:type="continuationSeparator" w:id="0">
    <w:p w:rsidR="008B3AAD" w:rsidRDefault="008B3AA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34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AAD" w:rsidRDefault="008B3AAD" w:rsidP="0035328A">
      <w:pPr>
        <w:spacing w:after="0" w:line="240" w:lineRule="auto"/>
      </w:pPr>
      <w:r>
        <w:separator/>
      </w:r>
    </w:p>
  </w:footnote>
  <w:footnote w:type="continuationSeparator" w:id="0">
    <w:p w:rsidR="008B3AAD" w:rsidRDefault="008B3AA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54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26332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3AAD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A6828"/>
    <w:rsid w:val="00AC53F6"/>
    <w:rsid w:val="00AD3E0D"/>
    <w:rsid w:val="00AE3954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34A9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59544"/>
  <w15:chartTrackingRefBased/>
  <w15:docId w15:val="{85DD7669-C7EE-4751-94DB-86460DB4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8B822-9FDC-4511-B8FF-197B32FD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1652</Words>
  <Characters>9929</Characters>
  <Application>Microsoft Office Word</Application>
  <DocSecurity>0</DocSecurity>
  <Lines>522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2018-11-01T06:31:00Z</dcterms:created>
  <dcterms:modified xsi:type="dcterms:W3CDTF">2018-11-01T06:31:00Z</dcterms:modified>
</cp:coreProperties>
</file>